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A60" w:rsidRPr="00115EE5" w:rsidRDefault="008B5A60" w:rsidP="00115EE5">
      <w:pPr>
        <w:jc w:val="center"/>
        <w:rPr>
          <w:rFonts w:ascii="Garamond" w:hAnsi="Garamond"/>
          <w:sz w:val="40"/>
          <w:szCs w:val="40"/>
        </w:rPr>
      </w:pPr>
      <w:bookmarkStart w:id="0" w:name="_GoBack"/>
      <w:bookmarkEnd w:id="0"/>
      <w:r>
        <w:rPr>
          <w:rFonts w:ascii="Garamond" w:hAnsi="Garamond"/>
          <w:sz w:val="40"/>
          <w:szCs w:val="40"/>
        </w:rPr>
        <w:t xml:space="preserve">2011 </w:t>
      </w:r>
      <w:r w:rsidRPr="00115EE5">
        <w:rPr>
          <w:rFonts w:ascii="Garamond" w:hAnsi="Garamond"/>
          <w:sz w:val="40"/>
          <w:szCs w:val="40"/>
        </w:rPr>
        <w:t>Indicator 13 Planning</w:t>
      </w:r>
      <w:r>
        <w:rPr>
          <w:rFonts w:ascii="Garamond" w:hAnsi="Garamond"/>
          <w:sz w:val="40"/>
          <w:szCs w:val="40"/>
        </w:rPr>
        <w:t xml:space="preserve"> Sheet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5"/>
        <w:gridCol w:w="1915"/>
        <w:gridCol w:w="1915"/>
        <w:gridCol w:w="1915"/>
        <w:gridCol w:w="1916"/>
      </w:tblGrid>
      <w:tr w:rsidR="008B5A60" w:rsidRPr="00131577" w:rsidTr="00131577"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131577">
              <w:rPr>
                <w:rFonts w:ascii="Garamond" w:hAnsi="Garamond"/>
                <w:b/>
                <w:sz w:val="24"/>
                <w:szCs w:val="24"/>
              </w:rPr>
              <w:t>Module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131577">
              <w:rPr>
                <w:rFonts w:ascii="Garamond" w:hAnsi="Garamond"/>
                <w:b/>
                <w:sz w:val="24"/>
                <w:szCs w:val="24"/>
              </w:rPr>
              <w:t>Time Commitment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131577">
              <w:rPr>
                <w:rFonts w:ascii="Garamond" w:hAnsi="Garamond"/>
                <w:b/>
                <w:sz w:val="24"/>
                <w:szCs w:val="24"/>
              </w:rPr>
              <w:t>Staff required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131577">
              <w:rPr>
                <w:rFonts w:ascii="Garamond" w:hAnsi="Garamond"/>
                <w:b/>
                <w:sz w:val="24"/>
                <w:szCs w:val="24"/>
              </w:rPr>
              <w:t>Date/Time</w:t>
            </w:r>
          </w:p>
        </w:tc>
        <w:tc>
          <w:tcPr>
            <w:tcW w:w="1916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131577">
              <w:rPr>
                <w:rFonts w:ascii="Garamond" w:hAnsi="Garamond"/>
                <w:b/>
                <w:sz w:val="24"/>
                <w:szCs w:val="24"/>
              </w:rPr>
              <w:t>Place</w:t>
            </w:r>
          </w:p>
        </w:tc>
      </w:tr>
      <w:tr w:rsidR="008B5A60" w:rsidRPr="00131577" w:rsidTr="00131577">
        <w:tc>
          <w:tcPr>
            <w:tcW w:w="1915" w:type="dxa"/>
          </w:tcPr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Overview presentation</w:t>
            </w: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End of October</w:t>
            </w:r>
          </w:p>
        </w:tc>
        <w:tc>
          <w:tcPr>
            <w:tcW w:w="1915" w:type="dxa"/>
          </w:tcPr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3 hours</w:t>
            </w: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(Can break up day into ½ staff in the morning; ½ staff in the afternoon)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teachers/staff who contribute/write to the IEP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*Guidance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*School Psychologists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*Building Admin</w:t>
            </w: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*Speech</w:t>
            </w: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*OT/PT</w:t>
            </w:r>
          </w:p>
          <w:p w:rsidR="008B5A60" w:rsidRPr="00D109C9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*Sp. Ed. Tchrs.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6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</w:tr>
      <w:tr w:rsidR="008B5A60" w:rsidRPr="00131577" w:rsidTr="00131577">
        <w:tc>
          <w:tcPr>
            <w:tcW w:w="1915" w:type="dxa"/>
          </w:tcPr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One on One T/A - IEP reviews</w:t>
            </w: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D109C9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End of  Nov.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45-60 min per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Individual teachers/staff who contribute/write to the IEP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6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</w:tr>
      <w:tr w:rsidR="008B5A60" w:rsidRPr="00131577" w:rsidTr="00131577">
        <w:tc>
          <w:tcPr>
            <w:tcW w:w="1915" w:type="dxa"/>
          </w:tcPr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Assessment and Present Ed Levels</w:t>
            </w: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Dec.-March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3 hours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teachers/staff who contribute/write to the IEP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*should come as availability permits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6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</w:tr>
      <w:tr w:rsidR="008B5A60" w:rsidRPr="00131577" w:rsidTr="00131577">
        <w:tc>
          <w:tcPr>
            <w:tcW w:w="1915" w:type="dxa"/>
          </w:tcPr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Transition Grid</w:t>
            </w: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Dec.-March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3 hours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teachers/staff who contribute/write to the IEP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*should come as availability permits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6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</w:tr>
      <w:tr w:rsidR="008B5A60" w:rsidRPr="00131577" w:rsidTr="00131577">
        <w:tc>
          <w:tcPr>
            <w:tcW w:w="1915" w:type="dxa"/>
          </w:tcPr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Measurable Annual Goals/Progress Monitoring</w:t>
            </w: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Dec.-March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3 hours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teachers/staff who contribute/write to the IEP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*should come as availability permits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6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</w:tr>
      <w:tr w:rsidR="008B5A60" w:rsidRPr="00131577" w:rsidTr="00131577">
        <w:tc>
          <w:tcPr>
            <w:tcW w:w="1915" w:type="dxa"/>
          </w:tcPr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Post review - One on One T/A - IEP review</w:t>
            </w: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>
              <w:rPr>
                <w:rFonts w:ascii="Garamond" w:hAnsi="Garamond" w:cs="Tahoma"/>
                <w:color w:val="000000"/>
                <w:sz w:val="24"/>
                <w:szCs w:val="24"/>
              </w:rPr>
              <w:t>April-Beg. of May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45-60 min per</w:t>
            </w: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  <w:r w:rsidRPr="00131577">
              <w:rPr>
                <w:rFonts w:ascii="Garamond" w:hAnsi="Garamond" w:cs="Tahoma"/>
                <w:color w:val="000000"/>
                <w:sz w:val="24"/>
                <w:szCs w:val="24"/>
              </w:rPr>
              <w:t>Individual teachers/staff who contribute/write to the IEP</w:t>
            </w: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  <w:rPr>
                <w:rFonts w:ascii="Garamond" w:hAnsi="Garamond" w:cs="Tahoma"/>
                <w:color w:val="000000"/>
                <w:sz w:val="24"/>
                <w:szCs w:val="24"/>
              </w:rPr>
            </w:pPr>
          </w:p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5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  <w:tc>
          <w:tcPr>
            <w:tcW w:w="1916" w:type="dxa"/>
          </w:tcPr>
          <w:p w:rsidR="008B5A60" w:rsidRPr="00131577" w:rsidRDefault="008B5A60" w:rsidP="00131577">
            <w:pPr>
              <w:spacing w:after="0" w:line="240" w:lineRule="auto"/>
            </w:pPr>
          </w:p>
        </w:tc>
      </w:tr>
    </w:tbl>
    <w:p w:rsidR="008B5A60" w:rsidRDefault="008B5A60">
      <w:pPr>
        <w:rPr>
          <w:rFonts w:ascii="Garamond" w:hAnsi="Garamond" w:cs="Tahoma"/>
          <w:color w:val="000000"/>
          <w:sz w:val="24"/>
          <w:szCs w:val="24"/>
        </w:rPr>
      </w:pPr>
    </w:p>
    <w:p w:rsidR="008B5A60" w:rsidRDefault="008B5A60">
      <w:pPr>
        <w:rPr>
          <w:rFonts w:ascii="Garamond" w:hAnsi="Garamond" w:cs="Tahoma"/>
          <w:color w:val="000000"/>
          <w:sz w:val="24"/>
          <w:szCs w:val="24"/>
        </w:rPr>
      </w:pPr>
    </w:p>
    <w:p w:rsidR="008B5A60" w:rsidRPr="00115EE5" w:rsidRDefault="008B5A60">
      <w:pPr>
        <w:rPr>
          <w:rFonts w:ascii="Garamond" w:hAnsi="Garamond" w:cs="Tahoma"/>
          <w:color w:val="000000"/>
          <w:sz w:val="24"/>
          <w:szCs w:val="24"/>
        </w:rPr>
      </w:pPr>
    </w:p>
    <w:sectPr w:rsidR="008B5A60" w:rsidRPr="00115EE5" w:rsidSect="00C277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EE5"/>
    <w:rsid w:val="00097FC6"/>
    <w:rsid w:val="00115EE5"/>
    <w:rsid w:val="00131577"/>
    <w:rsid w:val="002F1DC3"/>
    <w:rsid w:val="003173D0"/>
    <w:rsid w:val="00342935"/>
    <w:rsid w:val="004850ED"/>
    <w:rsid w:val="004B38DA"/>
    <w:rsid w:val="005F1507"/>
    <w:rsid w:val="00634831"/>
    <w:rsid w:val="0079232B"/>
    <w:rsid w:val="008245AE"/>
    <w:rsid w:val="008B5A60"/>
    <w:rsid w:val="00C27726"/>
    <w:rsid w:val="00C95F76"/>
    <w:rsid w:val="00D109C9"/>
    <w:rsid w:val="00EA5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3D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15EE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115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15E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65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159</Words>
  <Characters>908</Characters>
  <Application>Microsoft Office Outlook</Application>
  <DocSecurity>0</DocSecurity>
  <Lines>0</Lines>
  <Paragraphs>0</Paragraphs>
  <ScaleCrop>false</ScaleCrop>
  <Company>Allegheny Intermediate Unit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Indicator 13 Planning Sheet</dc:title>
  <dc:subject/>
  <dc:creator>SCOTTY</dc:creator>
  <cp:keywords/>
  <dc:description/>
  <cp:lastModifiedBy>A Stiteler</cp:lastModifiedBy>
  <cp:revision>3</cp:revision>
  <cp:lastPrinted>2011-08-25T05:00:00Z</cp:lastPrinted>
  <dcterms:created xsi:type="dcterms:W3CDTF">2011-08-25T06:38:00Z</dcterms:created>
  <dcterms:modified xsi:type="dcterms:W3CDTF">2011-08-25T06:45:00Z</dcterms:modified>
</cp:coreProperties>
</file>